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7B5295" w:rsidRDefault="00F01CC5">
      <w:pPr>
        <w:rPr>
          <w:rFonts w:ascii="PT Astra Serif" w:hAnsi="PT Astra Serif"/>
          <w:sz w:val="2"/>
          <w:szCs w:val="2"/>
        </w:rPr>
      </w:pPr>
    </w:p>
    <w:p w:rsidR="00E12A65" w:rsidRPr="00326A15" w:rsidRDefault="00E12A65" w:rsidP="00E12A65">
      <w:pPr>
        <w:rPr>
          <w:rFonts w:ascii="PT Astra Serif" w:hAnsi="PT Astra Serif"/>
          <w:sz w:val="2"/>
          <w:szCs w:val="2"/>
        </w:rPr>
      </w:pPr>
    </w:p>
    <w:p w:rsidR="00CB0F80" w:rsidRPr="00675ECE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142"/>
        <w:gridCol w:w="2267"/>
        <w:gridCol w:w="2098"/>
        <w:gridCol w:w="29"/>
      </w:tblGrid>
      <w:tr w:rsidR="00DA6213" w:rsidRPr="00993674" w:rsidTr="002C0EF5">
        <w:trPr>
          <w:gridAfter w:val="1"/>
          <w:wAfter w:w="29" w:type="dxa"/>
          <w:trHeight w:val="2693"/>
        </w:trPr>
        <w:tc>
          <w:tcPr>
            <w:tcW w:w="10207" w:type="dxa"/>
            <w:gridSpan w:val="4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ПРИЛОЖЕНИЕ </w:t>
            </w:r>
            <w:r w:rsidR="003F46EC">
              <w:rPr>
                <w:rFonts w:ascii="PT Astra Serif" w:hAnsi="PT Astra Serif"/>
                <w:color w:val="000000"/>
                <w:sz w:val="28"/>
                <w:szCs w:val="28"/>
              </w:rPr>
              <w:t>7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DA6213" w:rsidRPr="00993674" w:rsidRDefault="007367AE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A6213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Об областном бюджете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на 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202</w:t>
            </w:r>
            <w:r w:rsidR="0007060C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годов</w:t>
            </w:r>
            <w:r w:rsidR="007367AE" w:rsidRPr="0099367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993674" w:rsidRDefault="00DA6213" w:rsidP="00DA62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DA6213" w:rsidRPr="00545266" w:rsidRDefault="00DA6213" w:rsidP="00BC345E">
            <w:pPr>
              <w:jc w:val="center"/>
              <w:rPr>
                <w:rFonts w:ascii="PT Astra Serif" w:hAnsi="PT Astra Serif"/>
                <w:color w:val="000000"/>
                <w:szCs w:val="28"/>
              </w:rPr>
            </w:pP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7"/>
            <w:shd w:val="clear" w:color="auto" w:fill="auto"/>
            <w:noWrap/>
            <w:hideMark/>
          </w:tcPr>
          <w:p w:rsidR="00BC345E" w:rsidRPr="00993674" w:rsidRDefault="00BC345E" w:rsidP="0007060C">
            <w:pPr>
              <w:pStyle w:val="23"/>
              <w:spacing w:after="0"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4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 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5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и 202</w:t>
            </w:r>
            <w:r w:rsidR="0007060C">
              <w:rPr>
                <w:rFonts w:ascii="PT Astra Serif" w:hAnsi="PT Astra Serif"/>
                <w:b/>
                <w:sz w:val="28"/>
                <w:szCs w:val="28"/>
              </w:rPr>
              <w:t>6</w:t>
            </w:r>
            <w:r w:rsidRPr="00993674">
              <w:rPr>
                <w:rFonts w:ascii="PT Astra Serif" w:hAnsi="PT Astra Serif"/>
                <w:b/>
                <w:sz w:val="28"/>
                <w:szCs w:val="28"/>
              </w:rPr>
              <w:t xml:space="preserve"> годов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BC345E">
            <w:pPr>
              <w:pStyle w:val="23"/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9367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  <w:tr w:rsidR="00BC345E" w:rsidRPr="00993674" w:rsidTr="002C0EF5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№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45E" w:rsidRPr="00993674" w:rsidRDefault="00BC345E" w:rsidP="00BC345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главного 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103B39">
            <w:pPr>
              <w:spacing w:line="235" w:lineRule="auto"/>
              <w:ind w:right="-109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4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103B3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5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345E" w:rsidRPr="00993674" w:rsidRDefault="00BC345E" w:rsidP="00103B39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202</w:t>
            </w:r>
            <w:r w:rsidR="00103B39">
              <w:rPr>
                <w:rFonts w:ascii="PT Astra Serif" w:hAnsi="PT Astra Serif"/>
                <w:bCs/>
                <w:sz w:val="28"/>
                <w:szCs w:val="26"/>
              </w:rPr>
              <w:t>6</w:t>
            </w: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 xml:space="preserve"> год</w:t>
            </w:r>
          </w:p>
        </w:tc>
      </w:tr>
    </w:tbl>
    <w:p w:rsidR="00BC345E" w:rsidRPr="00993674" w:rsidRDefault="00BC345E" w:rsidP="00BC345E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2410"/>
        <w:gridCol w:w="2409"/>
        <w:gridCol w:w="2127"/>
      </w:tblGrid>
      <w:tr w:rsidR="00BC345E" w:rsidRPr="0074413F" w:rsidTr="0003559C">
        <w:trPr>
          <w:trHeight w:val="22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345E" w:rsidRPr="00993674" w:rsidRDefault="00BC345E" w:rsidP="000135B3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5E" w:rsidRPr="00993674" w:rsidRDefault="00BC345E" w:rsidP="000F51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45E" w:rsidRPr="00993674" w:rsidRDefault="00BC345E" w:rsidP="0003559C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993674">
              <w:rPr>
                <w:rFonts w:ascii="PT Astra Serif" w:hAnsi="PT Astra Serif"/>
                <w:bCs/>
                <w:sz w:val="28"/>
                <w:szCs w:val="26"/>
              </w:rPr>
              <w:t>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27DF" w:rsidRPr="00F7354A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здравоохранения Ульяновской о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б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ласти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F7354A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424135,34223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F7354A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412796,129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435777,88517</w:t>
            </w:r>
          </w:p>
        </w:tc>
      </w:tr>
      <w:tr w:rsidR="001A27DF" w:rsidRPr="00FE779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здравоохранения в Ульяновской обл</w:t>
            </w: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424135,34223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412796,129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435777,88517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Мероприятия, направленные на охрану здоровья м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тери и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36420,09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40062,39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43898,38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Выплата стипендий студентам, интернам и ордин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торам, обучающимся по договорам о целевом обуч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нии в образовательных организациях высшего обр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зования по специальностям высшего образования укрупнённой группы «Здравоохранение и медици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ские науки»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A01B7" w:rsidRDefault="005A01B7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6500,0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1.1.3.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государственных мед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цинских организаций, осуществляющих охрану зд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ровья и оказание медицинской помощи детям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236888,62223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225497,739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241466,15397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35292,0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31600,52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34800,0912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реализации мероприятий по профила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к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тике туберкулёза у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Обеспечение детей, страдающих сахарным диабетом 1-го типа, медицинскими изделиями для непреры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ного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68000,0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проведению массового обследования новорождённых на врождённые и (или) наследственные заболевания (расширенный неонатальный скрининг)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21034,63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21135,48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21113,26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социального развития Ульяно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/>
                <w:bCs/>
                <w:sz w:val="28"/>
                <w:szCs w:val="26"/>
              </w:rPr>
              <w:t>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5957583,2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5476155,0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5521201,7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«Социальная поддержка и защита населения </w:t>
            </w:r>
            <w:r w:rsidR="005113D9"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Ульяновской области</w:t>
            </w:r>
            <w:r w:rsidR="00C50CAB" w:rsidRPr="00F7354A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5957583,2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5476155,0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5521201,7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Осуществление ежемесячной денежной выплаты, назначаемой в случае рождения третьего реб</w:t>
            </w:r>
            <w:r w:rsidR="00F5365D" w:rsidRPr="00F7354A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нка или последующих детей до достижения реб</w:t>
            </w:r>
            <w:r w:rsidR="00F5365D" w:rsidRPr="00F7354A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нком возра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501707,8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183576,5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2759C5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  <w:lang w:val="en-US"/>
              </w:rPr>
              <w:t>0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мног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детным семьям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376640,3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325820,0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321439,9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50100,0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30060,0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10020,0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5D0ADB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 xml:space="preserve">Предоставление мер социальной поддержки детей </w:t>
            </w:r>
            <w:r w:rsidR="005D0ADB" w:rsidRPr="005D0ADB">
              <w:rPr>
                <w:rFonts w:ascii="PT Astra Serif" w:hAnsi="PT Astra Serif"/>
                <w:bCs/>
                <w:sz w:val="28"/>
                <w:szCs w:val="26"/>
              </w:rPr>
              <w:t>отдельным кат</w:t>
            </w:r>
            <w:r w:rsidR="007E1A3B" w:rsidRPr="005D0ADB">
              <w:rPr>
                <w:rFonts w:ascii="PT Astra Serif" w:hAnsi="PT Astra Serif"/>
                <w:bCs/>
                <w:sz w:val="28"/>
                <w:szCs w:val="26"/>
              </w:rPr>
              <w:t>егориям граждан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5D0ADB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5D0ADB">
              <w:rPr>
                <w:rFonts w:ascii="PT Astra Serif" w:hAnsi="PT Astra Serif"/>
                <w:bCs/>
                <w:sz w:val="28"/>
                <w:szCs w:val="26"/>
              </w:rPr>
              <w:t>21290,0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дополнительных мер социальной поддержки семей, имеющих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190000,0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Выплата ежегодных премий Губернатора Ульяно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ской области </w:t>
            </w:r>
            <w:r w:rsidR="009B289B" w:rsidRPr="00F7354A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Семья года</w:t>
            </w:r>
            <w:r w:rsidR="009B289B" w:rsidRPr="00F7354A">
              <w:rPr>
                <w:rFonts w:ascii="PT Astra Serif" w:hAnsi="PT Astra Serif"/>
                <w:bCs/>
                <w:sz w:val="28"/>
                <w:szCs w:val="26"/>
              </w:rPr>
              <w:t>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отдельным категориям граждан, п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лучивших земельный участок в собственность бе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платно, единовременных социальных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3A47FB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отдельным категориям инвалидов, имеющих детей, дополнительной меры социальной поддержки в сфере оплаты жилых помещений час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="001A27DF" w:rsidRPr="00F7354A">
              <w:rPr>
                <w:rFonts w:ascii="PT Astra Serif" w:hAnsi="PT Astra Serif"/>
                <w:bCs/>
                <w:sz w:val="28"/>
                <w:szCs w:val="26"/>
              </w:rPr>
              <w:t>ного жилищного фонда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167,0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Организация льготного проезда железнодорожным транспортом пригородного сообщения обучающихся и студентов образовательных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1768,0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1833,4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1906,8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Предоставление новорождённым детям подарочны</w:t>
            </w:r>
            <w:r w:rsidR="00823B53" w:rsidRPr="00F7354A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комплект</w:t>
            </w:r>
            <w:r w:rsidR="00823B53" w:rsidRPr="00F7354A">
              <w:rPr>
                <w:rFonts w:ascii="PT Astra Serif" w:hAnsi="PT Astra Serif"/>
                <w:bCs/>
                <w:sz w:val="28"/>
                <w:szCs w:val="26"/>
              </w:rPr>
              <w:t>ов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 xml:space="preserve"> детских принадлежностей для новоро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ж</w:t>
            </w:r>
            <w:r w:rsidRPr="00F7354A">
              <w:rPr>
                <w:rFonts w:ascii="PT Astra Serif" w:hAnsi="PT Astra Serif"/>
                <w:bCs/>
                <w:sz w:val="28"/>
                <w:szCs w:val="26"/>
              </w:rPr>
              <w:t>дённого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54993,7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2.1.1</w:t>
            </w:r>
            <w:r w:rsidR="002759C5">
              <w:rPr>
                <w:rFonts w:ascii="PT Astra Serif" w:hAnsi="PT Astra Serif"/>
                <w:bCs/>
                <w:sz w:val="28"/>
                <w:szCs w:val="26"/>
              </w:rPr>
              <w:t>1</w:t>
            </w: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единовременной денежной выплаты взамен земельного участка гражданам, имеющим тр</w:t>
            </w:r>
            <w:r w:rsidR="0010153E" w:rsidRPr="00F72EAD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127000,0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150000,0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120000,0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2.1.12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 по обе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печению полноценным питанием беременных 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же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="00D13455" w:rsidRPr="00F72EAD">
              <w:rPr>
                <w:rFonts w:ascii="PT Astra Serif" w:hAnsi="PT Astra Serif"/>
                <w:bCs/>
                <w:sz w:val="28"/>
                <w:szCs w:val="26"/>
              </w:rPr>
              <w:t>щин, кормящих матерей, а так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же детей в возрасте до трёх лет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45356,5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42356,5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42356,5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2.1.13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компенсационной социальной в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ы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платы реализовавшим право на получение земельн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го участка гражданам, имеющим трёх и более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33000,0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2.1.14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Предоставление субвенции бюджету Фонда пенс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онного и социального страхования Российской Ф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дерации на выплату ежемесячного пособия в связи с рождением и воспитанием ребёнка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2600000,0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2.1.15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2EAD" w:rsidRDefault="001A27DF" w:rsidP="005D0ADB">
            <w:pPr>
              <w:spacing w:line="24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proofErr w:type="gramStart"/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Осуществление переданных органам государстве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ной власти субъектов Российской Федерации в соо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ветствии с пунктом 3 статьи 25 Федерального закона от 24 июня 1999 года № 120-ФЗ </w:t>
            </w:r>
            <w:r w:rsidR="009B289B" w:rsidRPr="00F72EAD">
              <w:rPr>
                <w:rFonts w:ascii="PT Astra Serif" w:hAnsi="PT Astra Serif"/>
                <w:bCs/>
                <w:sz w:val="28"/>
                <w:szCs w:val="26"/>
              </w:rPr>
              <w:t>«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Об основах сист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мы профилактики безнадзорности и правонарушений несовершеннолетних</w:t>
            </w:r>
            <w:r w:rsidR="009B289B" w:rsidRPr="00F72EAD">
              <w:rPr>
                <w:rFonts w:ascii="PT Astra Serif" w:hAnsi="PT Astra Serif"/>
                <w:bCs/>
                <w:sz w:val="28"/>
                <w:szCs w:val="26"/>
              </w:rPr>
              <w:t>»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полномочий Российской Ф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дерации по осуществлению деятельности, связанной с перевозкой между субъектами Российской Федер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ции, а также в пределах территорий государств </w:t>
            </w:r>
            <w:r w:rsidR="00823B53" w:rsidRPr="00F72EAD">
              <w:rPr>
                <w:rFonts w:ascii="PT Astra Serif" w:hAnsi="PT Astra Serif"/>
                <w:bCs/>
                <w:sz w:val="28"/>
                <w:szCs w:val="26"/>
              </w:rPr>
              <w:t>–</w:t>
            </w:r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F72EAD">
              <w:rPr>
                <w:rFonts w:ascii="PT Astra Serif" w:hAnsi="PT Astra Serif"/>
                <w:bCs/>
                <w:sz w:val="28"/>
                <w:szCs w:val="26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993B4C" w:rsidRDefault="00993B4C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140,0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2.1.16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мер социальной поддержки, напра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ленных на улучшение демографической ситуации в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116007,5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26062,5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26638,5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2.1.17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на ребёнка до достижения им возраста трёх лет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4700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5113D9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0,0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2.1.18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единовременных денежных пособий гражданам, усыновившим (удочерившим) детей-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сирот и детей, оставшихся без попечения родителей,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5300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4800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2.1.19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ежемесячной выплаты лицам из числа детей-сирот и детей, оставшихся без попеч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ния родителей, обучающимся в государственных общеобразовательных организациях Ульяновской области, находящихся в ведении Министерства пр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свещения и воспитания Ульяновской области, и м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ниципальных образовательных организациях мун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ципальных образований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2300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2100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2.1.20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Проведение ремонта жилых помещений, принадл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жащих лицам из числа детей-сирот и детей, оста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в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шихся без попечения родителей, на праве собстве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ности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4000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3500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2.1.21</w:t>
            </w:r>
            <w:r w:rsidR="001A27DF"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Оплата проезда к месту лечения и обратно детей-сирот и детей, оставшихся без попечения родителей, а также лиц из числа детей-сирот и детей, оставши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50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332302" w:rsidRDefault="002759C5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2.1.22</w:t>
            </w:r>
            <w:r w:rsidR="001A27DF" w:rsidRPr="00332302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332302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Предоставление образовательным организациям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х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ся без попечения родителей, на подготовительных курсах, организованных такими организациями в ц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лях подготовки учащихся к прохождению госуда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332302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332302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3800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332302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4950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Pr="00332302" w:rsidRDefault="005D0ADB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4644C" w:rsidRPr="00332302" w:rsidRDefault="00A4644C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332302">
              <w:rPr>
                <w:rFonts w:ascii="PT Astra Serif" w:hAnsi="PT Astra Serif"/>
                <w:bCs/>
                <w:sz w:val="28"/>
                <w:szCs w:val="26"/>
              </w:rPr>
              <w:t>5200</w:t>
            </w:r>
            <w:r w:rsidR="005113D9" w:rsidRPr="00332302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</w:t>
            </w:r>
            <w:r w:rsidR="002759C5">
              <w:rPr>
                <w:rFonts w:ascii="PT Astra Serif" w:hAnsi="PT Astra Serif"/>
                <w:bCs/>
                <w:sz w:val="28"/>
                <w:szCs w:val="26"/>
              </w:rPr>
              <w:t>3</w:t>
            </w: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F7354A" w:rsidRDefault="00F42D0D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  <w:highlight w:val="cyan"/>
              </w:rPr>
            </w:pP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образований Уль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новской </w:t>
            </w:r>
            <w:proofErr w:type="gramStart"/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обеспечения переданных органам местного самоуправления гос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 xml:space="preserve">дарственных полномочий Ульяновской области, </w:t>
            </w:r>
            <w:r w:rsidR="005D0ADB">
              <w:rPr>
                <w:rFonts w:ascii="PT Astra Serif" w:hAnsi="PT Astra Serif"/>
                <w:bCs/>
                <w:sz w:val="28"/>
                <w:szCs w:val="26"/>
              </w:rPr>
              <w:br/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связанных с осуществлением ежемесячной денежной выплаты на обеспечение проезда детей-сирот и д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ных образовательных организациях, на городском, пригородном, в сельской местности на внутрирайо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ном транспорте (кроме такси), а также проезда один раз в год к месту жительства и обратно к месту об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F42D0D">
              <w:rPr>
                <w:rFonts w:ascii="PT Astra Serif" w:hAnsi="PT Astra Serif"/>
                <w:bCs/>
                <w:sz w:val="28"/>
                <w:szCs w:val="26"/>
              </w:rPr>
              <w:t>чения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17216</w:t>
            </w:r>
            <w:r w:rsidR="005113D9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16213,8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Cs/>
                <w:sz w:val="28"/>
                <w:szCs w:val="26"/>
              </w:rPr>
              <w:t>16213,8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2.1.24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4B2326" w:rsidRPr="007E1A3B" w:rsidRDefault="004B2326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образований Уль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новской </w:t>
            </w:r>
            <w:proofErr w:type="gramStart"/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области</w:t>
            </w:r>
            <w:proofErr w:type="gramEnd"/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 в целях финансового обеспечения переданных органам местного самоуправления гос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дарственных полномочий Ульяновской области, св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телю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726329,4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674200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893900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2.1.25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4B2326" w:rsidRPr="007E1A3B" w:rsidRDefault="004B2326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Субвенции 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>из областного бюджета Ульяновской о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>б</w:t>
            </w:r>
            <w:r w:rsidRPr="007E1A3B">
              <w:rPr>
                <w:rFonts w:ascii="PT Astra Serif" w:eastAsia="Calibri" w:hAnsi="PT Astra Serif"/>
                <w:bCs/>
                <w:sz w:val="28"/>
                <w:szCs w:val="28"/>
                <w:lang w:eastAsia="en-US"/>
              </w:rPr>
              <w:t xml:space="preserve">ласти 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бюджетам муниципальных образований Уль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я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новской </w:t>
            </w:r>
            <w:proofErr w:type="gramStart"/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области</w:t>
            </w:r>
            <w:proofErr w:type="gramEnd"/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в целях финансового обеспечения переданных органам местного самоуправления гос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у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дарственных полномочий Ульяновской области, св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я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занных с осуществлением опеки и попечительства </w:t>
            </w:r>
            <w:r w:rsidRPr="007E1A3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br/>
              <w:t>в отношении несовершеннолетних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24999,3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24393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4B2326" w:rsidRPr="007E1A3B" w:rsidRDefault="004B2326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AF3978" w:rsidRPr="007E1A3B" w:rsidRDefault="00AF3978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24393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2759C5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2.1.26</w:t>
            </w:r>
            <w:r w:rsidR="001A27DF" w:rsidRPr="007E1A3B">
              <w:rPr>
                <w:rFonts w:ascii="PT Astra Serif" w:hAnsi="PT Astra Serif"/>
                <w:bCs/>
                <w:sz w:val="28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циальной защиты, социального обслуживания и 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домов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1048417,7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1108848,6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1165092,5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просвещения и воспитания Уль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16128619,625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16872869,68396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17800710,95619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и модернизация образования в Ульяно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16128619,625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16872869,68396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17800710,95619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предоставлению родителям (зако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 представителям) детей, посещающих муниц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пальные и частные образовательные организации, реализующие образовательную программу дошкол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образования, компенсации части внесённой в соответствующие образовательные организации 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дительской платы за присмотр и уход за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200000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89484,9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по выплате родителям или иным зако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 представителям обучающихся, получающих начальное общее, основное общее или среднее общее образование в форме семейного образования на те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5795,7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11591,3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F44FC3" w:rsidRPr="007E1A3B" w:rsidRDefault="00F44FC3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7E1A3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11591,3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дошкольного, начального общего, основного общего, среднего общего образования, а также обе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печение дополнительного образования в муниц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пальных общеобразовательных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8448597,5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9036757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9557785,6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исполнения государственных по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номочий У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льяновской области, связанных с 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ществлением обучающимся 10-х (11-х) и 11-х (12-х) классов муниципальных общеобразовательных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низаций ежемесячных денежных выплат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7366,4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8457,8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вого обеспечения переданных органам местного 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моуправления государственных полномочий Уль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новской области по предоставлению бесплатно сп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циальных учебников и учебных пособий, иной уче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ной литературы, а также услуг сурдопереводчиков и тифлосурдопереводчиков при получении обучающ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мися с ограниченными возможностями здоровья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разования в муниципальных 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10985,8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21511,8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8029C" w:rsidRPr="007E1A3B" w:rsidRDefault="0078029C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государственных гарантий реал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зации прав на получение общедоступного и беспла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4773618,5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5145083,2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5623513,2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3.1.7.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Субвенции из областного бюджета Ульяновской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ласти бюджетам муниципальных районов и горо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округов Ульяновской области в целях финанс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вого обеспечения осуществления государственных полномочий Ульяновской области по организации и обеспечению оздоровления детей и обеспечению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дыха детей, обучающихся в общеобразовательных организациях, в том числе детей, находящихся в трудной жизненной ситуации, и детей из многоде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ных семей, в лагерях, организованных образовател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ными организациями, осуществляющими организ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цию отдыха и оздоровления обучающихся в каник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у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лярное время (с дневным пребыванием), детских 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герях труда и отдыха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111948,1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7E1A3B" w:rsidRPr="007E1A3B" w:rsidRDefault="007E1A3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3.1.8.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Организация и обеспечен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ие отдыха и оздоровления детей </w:t>
            </w:r>
            <w:r w:rsidR="004D3700" w:rsidRPr="007E1A3B">
              <w:rPr>
                <w:rFonts w:ascii="PT Astra Serif" w:hAnsi="PT Astra Serif"/>
                <w:bCs/>
                <w:sz w:val="28"/>
                <w:szCs w:val="26"/>
              </w:rPr>
              <w:t>в организациях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 xml:space="preserve"> отдыха детей и их оздоровл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193291,8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19635,65539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18207,98945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3.1.9.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общеобразовательных 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ганизаций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483009,8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533807,31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504674,81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3.1.10.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861539,5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873786,68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914451,87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учреждений по вн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школьной работе с детьми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382138,1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396108,61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414097,91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Возмещение затрат получения дошкольного, начал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ного общего, основного общего, среднего общего образования в частных общеобразовательных орг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4039,5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8647,7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5000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Возмещение затрат индивидуальным предприним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телям, осуществляющим образовательную деятел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ь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ность по образовательным программам дошкольного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10796,3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7E1A3B">
            <w:pPr>
              <w:spacing w:line="235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Организация бесплатного горячего питания обуча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ю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635492,625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635326,42857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7E1A3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626591,97674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3.1.15.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31875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культуры, туризма и сохранение </w:t>
            </w:r>
            <w:r w:rsidR="002665E6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lastRenderedPageBreak/>
              <w:t>объектов культурного наследия в Ульяновской 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4.1.1.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352768,1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348100,9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353586,8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608269,7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571599,7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575736,5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физической культуры и спорта </w:t>
            </w:r>
            <w:r w:rsidR="00823B53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в 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я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608269,7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571599,7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575736,5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Мероприятия по проведению оздоровительной ка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10786,9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6958,3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8865,3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5.1.2.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597482,8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564641,4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566871,2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Министерство жилищно-коммунального хозя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й</w:t>
            </w: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ства и строительства Ульяновской области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1875622,895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525714,525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sz w:val="28"/>
                <w:szCs w:val="26"/>
              </w:rPr>
              <w:t>393733,8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строительства и архитектуры </w:t>
            </w:r>
            <w:r w:rsidR="00823B53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  <w:t xml:space="preserve">в 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Ульяновской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349660,1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408420,4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393733,8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ных жилых помещений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349660,1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408420,4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393733,8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spacing w:line="250" w:lineRule="auto"/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и модернизация образования в Ульяно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в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ской области»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1481264,625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117294,125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spacing w:line="250" w:lineRule="auto"/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B73EC3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B73EC3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Строительство образовательного комплекса со спо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тивной инфраструктурой и пансионом в р.п. Н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о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воспасское муниципального образования «Новоспа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ский район»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5113D9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1332095,5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5D0ADB" w:rsidRDefault="005D0ADB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</w:p>
          <w:p w:rsidR="001A27DF" w:rsidRPr="007E1A3B" w:rsidRDefault="001A27DF" w:rsidP="0003559C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lastRenderedPageBreak/>
              <w:t>6.2.2.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Модернизация инфраструктуры общего образования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149169,125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117294,125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6.3.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 xml:space="preserve">Государственная программа Ульяновской области «Развитие культуры, туризма и сохранение </w:t>
            </w:r>
            <w:r w:rsidR="002665E6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br/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объектов культурного наследия в Ульяновской о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б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ласти»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18313,4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CE3615" w:rsidRPr="007E1A3B" w:rsidRDefault="00CE3615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</w:p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6.3.1.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Модернизация региональных и муниципальных де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т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ских школ искусств по видам искусств пут</w:t>
            </w:r>
            <w:r w:rsidR="00C86788" w:rsidRPr="007E1A3B">
              <w:rPr>
                <w:rFonts w:ascii="PT Astra Serif" w:hAnsi="PT Astra Serif"/>
                <w:bCs/>
                <w:sz w:val="28"/>
                <w:szCs w:val="26"/>
              </w:rPr>
              <w:t>ё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м их р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е</w:t>
            </w: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конструкции и (или) капитального ремонта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18313,4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7E1A3B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6.4.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1A27DF" w:rsidP="005D0ADB">
            <w:pPr>
              <w:jc w:val="both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Государственная программа Ульяновской области «Развитие здравоохранения в Ульяновской обл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а</w:t>
            </w: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сти»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26384,77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</w:pPr>
            <w:r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/>
                <w:bCs/>
                <w:i/>
                <w:sz w:val="28"/>
                <w:szCs w:val="26"/>
              </w:rPr>
              <w:t>,0</w:t>
            </w:r>
          </w:p>
        </w:tc>
      </w:tr>
      <w:tr w:rsidR="001A27DF" w:rsidRPr="001A27DF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6.4.1.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7E1A3B" w:rsidRDefault="00B05CEC" w:rsidP="00B05CEC">
            <w:pPr>
              <w:jc w:val="both"/>
              <w:rPr>
                <w:rFonts w:ascii="PT Astra Serif" w:hAnsi="PT Astra Serif"/>
                <w:bCs/>
                <w:sz w:val="28"/>
                <w:szCs w:val="26"/>
              </w:rPr>
            </w:pPr>
            <w:r>
              <w:rPr>
                <w:rFonts w:ascii="PT Astra Serif" w:hAnsi="PT Astra Serif"/>
                <w:bCs/>
                <w:sz w:val="28"/>
                <w:szCs w:val="26"/>
              </w:rPr>
              <w:t>Укрепление материально-технической базы госуда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р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ственных медицинских организаций и выполнение ремонта в зданиях организаций, оказывающих мед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6"/>
              </w:rPr>
              <w:t>цинскую помощь детям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26384,77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7E1A3B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5D0ADB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7E1A3B">
              <w:rPr>
                <w:rFonts w:ascii="PT Astra Serif" w:hAnsi="PT Astra Serif"/>
                <w:bCs/>
                <w:sz w:val="28"/>
                <w:szCs w:val="26"/>
              </w:rPr>
              <w:t>0</w:t>
            </w:r>
            <w:r w:rsidR="005113D9" w:rsidRPr="007E1A3B">
              <w:rPr>
                <w:rFonts w:ascii="PT Astra Serif" w:hAnsi="PT Astra Serif"/>
                <w:bCs/>
                <w:sz w:val="28"/>
                <w:szCs w:val="26"/>
              </w:rPr>
              <w:t>,0</w:t>
            </w:r>
          </w:p>
        </w:tc>
      </w:tr>
      <w:tr w:rsidR="001A27DF" w:rsidRPr="00F5365D" w:rsidTr="0003559C">
        <w:trPr>
          <w:trHeight w:val="228"/>
        </w:trPr>
        <w:tc>
          <w:tcPr>
            <w:tcW w:w="993" w:type="dxa"/>
            <w:shd w:val="clear" w:color="auto" w:fill="auto"/>
            <w:noWrap/>
            <w:hideMark/>
          </w:tcPr>
          <w:p w:rsidR="001A27DF" w:rsidRPr="001A27DF" w:rsidRDefault="001A27DF" w:rsidP="00B73EC3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A27DF" w:rsidRPr="001A27DF" w:rsidRDefault="001A27DF" w:rsidP="00B73EC3">
            <w:pPr>
              <w:jc w:val="both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25346998,86223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24207235,93796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1A27DF" w:rsidRPr="001A27DF" w:rsidRDefault="001A27DF" w:rsidP="0003559C">
            <w:pPr>
              <w:jc w:val="center"/>
              <w:rPr>
                <w:rFonts w:ascii="PT Astra Serif" w:hAnsi="PT Astra Serif"/>
                <w:b/>
                <w:bCs/>
                <w:sz w:val="28"/>
                <w:szCs w:val="26"/>
              </w:rPr>
            </w:pPr>
            <w:r w:rsidRPr="001A27DF">
              <w:rPr>
                <w:rFonts w:ascii="PT Astra Serif" w:hAnsi="PT Astra Serif"/>
                <w:b/>
                <w:bCs/>
                <w:sz w:val="28"/>
                <w:szCs w:val="26"/>
              </w:rPr>
              <w:t>25080747,64136</w:t>
            </w:r>
          </w:p>
        </w:tc>
      </w:tr>
    </w:tbl>
    <w:p w:rsidR="006E7213" w:rsidRPr="00CC4A7E" w:rsidRDefault="006E7213" w:rsidP="000C29A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CC4A7E" w:rsidRPr="00FE051F" w:rsidRDefault="00CC4A7E" w:rsidP="00CC4A7E">
      <w:pPr>
        <w:pStyle w:val="af1"/>
        <w:widowControl w:val="0"/>
        <w:spacing w:after="0" w:line="312" w:lineRule="auto"/>
        <w:ind w:left="0"/>
        <w:jc w:val="center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sectPr w:rsidR="00CC4A7E" w:rsidRPr="00FE051F" w:rsidSect="00A55A17">
      <w:headerReference w:type="default" r:id="rId9"/>
      <w:footerReference w:type="first" r:id="rId10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1F" w:rsidRDefault="0016121F">
      <w:r>
        <w:separator/>
      </w:r>
    </w:p>
  </w:endnote>
  <w:endnote w:type="continuationSeparator" w:id="0">
    <w:p w:rsidR="0016121F" w:rsidRDefault="0016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EAD" w:rsidRPr="00545266" w:rsidRDefault="00F72EAD" w:rsidP="00545266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1F" w:rsidRDefault="0016121F">
      <w:r>
        <w:separator/>
      </w:r>
    </w:p>
  </w:footnote>
  <w:footnote w:type="continuationSeparator" w:id="0">
    <w:p w:rsidR="0016121F" w:rsidRDefault="00161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22141110"/>
      <w:docPartObj>
        <w:docPartGallery w:val="Page Numbers (Top of Page)"/>
        <w:docPartUnique/>
      </w:docPartObj>
    </w:sdtPr>
    <w:sdtEndPr/>
    <w:sdtContent>
      <w:p w:rsidR="00F72EAD" w:rsidRPr="00A55A17" w:rsidRDefault="00F72EAD" w:rsidP="00A55A1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55A17">
          <w:rPr>
            <w:rFonts w:ascii="PT Astra Serif" w:hAnsi="PT Astra Serif"/>
            <w:sz w:val="28"/>
            <w:szCs w:val="28"/>
          </w:rPr>
          <w:fldChar w:fldCharType="begin"/>
        </w:r>
        <w:r w:rsidRPr="00A55A17">
          <w:rPr>
            <w:rFonts w:ascii="PT Astra Serif" w:hAnsi="PT Astra Serif"/>
            <w:sz w:val="28"/>
            <w:szCs w:val="28"/>
          </w:rPr>
          <w:instrText>PAGE   \* MERGEFORMAT</w:instrText>
        </w:r>
        <w:r w:rsidRPr="00A55A17">
          <w:rPr>
            <w:rFonts w:ascii="PT Astra Serif" w:hAnsi="PT Astra Serif"/>
            <w:sz w:val="28"/>
            <w:szCs w:val="28"/>
          </w:rPr>
          <w:fldChar w:fldCharType="separate"/>
        </w:r>
        <w:r w:rsidR="00B05CEC">
          <w:rPr>
            <w:rFonts w:ascii="PT Astra Serif" w:hAnsi="PT Astra Serif"/>
            <w:noProof/>
            <w:sz w:val="28"/>
            <w:szCs w:val="28"/>
          </w:rPr>
          <w:t>12</w:t>
        </w:r>
        <w:r w:rsidRPr="00A55A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6"/>
  </w:num>
  <w:num w:numId="9">
    <w:abstractNumId w:val="19"/>
  </w:num>
  <w:num w:numId="10">
    <w:abstractNumId w:val="23"/>
  </w:num>
  <w:num w:numId="11">
    <w:abstractNumId w:val="0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14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24"/>
  </w:num>
  <w:num w:numId="23">
    <w:abstractNumId w:val="5"/>
  </w:num>
  <w:num w:numId="24">
    <w:abstractNumId w:val="4"/>
  </w:num>
  <w:num w:numId="25">
    <w:abstractNumId w:val="10"/>
  </w:num>
  <w:num w:numId="26">
    <w:abstractNumId w:val="1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E1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B9E"/>
    <w:rsid w:val="00006C01"/>
    <w:rsid w:val="00006ECD"/>
    <w:rsid w:val="0000705B"/>
    <w:rsid w:val="00007144"/>
    <w:rsid w:val="000073E3"/>
    <w:rsid w:val="00007754"/>
    <w:rsid w:val="00007923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4FC"/>
    <w:rsid w:val="000135B3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368"/>
    <w:rsid w:val="0001646D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A5"/>
    <w:rsid w:val="000306C6"/>
    <w:rsid w:val="00030708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9C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BAA"/>
    <w:rsid w:val="00041BB5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113"/>
    <w:rsid w:val="0004716B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0F0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8D9"/>
    <w:rsid w:val="0005595A"/>
    <w:rsid w:val="000559B5"/>
    <w:rsid w:val="00055A06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60C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54"/>
    <w:rsid w:val="000717B5"/>
    <w:rsid w:val="000719AA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361"/>
    <w:rsid w:val="000755E5"/>
    <w:rsid w:val="00075A4C"/>
    <w:rsid w:val="00075B1A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6D4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09"/>
    <w:rsid w:val="00092639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21D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4E5D"/>
    <w:rsid w:val="000B52B1"/>
    <w:rsid w:val="000B54C3"/>
    <w:rsid w:val="000B5917"/>
    <w:rsid w:val="000B59AC"/>
    <w:rsid w:val="000B5AF1"/>
    <w:rsid w:val="000B5B0E"/>
    <w:rsid w:val="000B5E9C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9AF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FF3"/>
    <w:rsid w:val="000E5152"/>
    <w:rsid w:val="000E5169"/>
    <w:rsid w:val="000E52E3"/>
    <w:rsid w:val="000E531B"/>
    <w:rsid w:val="000E545F"/>
    <w:rsid w:val="000E5714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3B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D35"/>
    <w:rsid w:val="000F6F6C"/>
    <w:rsid w:val="000F74F6"/>
    <w:rsid w:val="000F757F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53E"/>
    <w:rsid w:val="001019CE"/>
    <w:rsid w:val="00101A3E"/>
    <w:rsid w:val="00101C3D"/>
    <w:rsid w:val="001020C7"/>
    <w:rsid w:val="00102310"/>
    <w:rsid w:val="001026EC"/>
    <w:rsid w:val="00102F50"/>
    <w:rsid w:val="00103589"/>
    <w:rsid w:val="001035E4"/>
    <w:rsid w:val="00103A71"/>
    <w:rsid w:val="00103B39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D52"/>
    <w:rsid w:val="00113DC6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4E25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29"/>
    <w:rsid w:val="0012096A"/>
    <w:rsid w:val="00120A20"/>
    <w:rsid w:val="00120AE5"/>
    <w:rsid w:val="00120C6C"/>
    <w:rsid w:val="00120F98"/>
    <w:rsid w:val="0012108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BF9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2BB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1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1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108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85F"/>
    <w:rsid w:val="00185A9D"/>
    <w:rsid w:val="00185ADD"/>
    <w:rsid w:val="00186134"/>
    <w:rsid w:val="001861AE"/>
    <w:rsid w:val="0018621A"/>
    <w:rsid w:val="00186253"/>
    <w:rsid w:val="001865BA"/>
    <w:rsid w:val="00186C04"/>
    <w:rsid w:val="00186E18"/>
    <w:rsid w:val="00186EFF"/>
    <w:rsid w:val="00186F1E"/>
    <w:rsid w:val="0018700B"/>
    <w:rsid w:val="001870AA"/>
    <w:rsid w:val="001870DB"/>
    <w:rsid w:val="0018721E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7DF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267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312"/>
    <w:rsid w:val="001B6684"/>
    <w:rsid w:val="001B67BF"/>
    <w:rsid w:val="001B68D2"/>
    <w:rsid w:val="001B6931"/>
    <w:rsid w:val="001B6BEA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960"/>
    <w:rsid w:val="001E4E7E"/>
    <w:rsid w:val="001E50EB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613"/>
    <w:rsid w:val="001F797E"/>
    <w:rsid w:val="001F7A31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0E1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4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014"/>
    <w:rsid w:val="0021411B"/>
    <w:rsid w:val="0021419F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B46"/>
    <w:rsid w:val="00230C7E"/>
    <w:rsid w:val="00230E29"/>
    <w:rsid w:val="00230E66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3F"/>
    <w:rsid w:val="00234028"/>
    <w:rsid w:val="002341BA"/>
    <w:rsid w:val="00234216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5E6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9C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9BE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693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EB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7C"/>
    <w:rsid w:val="002A2CEA"/>
    <w:rsid w:val="002A2DE9"/>
    <w:rsid w:val="002A3152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2F8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C9"/>
    <w:rsid w:val="002B63FB"/>
    <w:rsid w:val="002B64A2"/>
    <w:rsid w:val="002B683C"/>
    <w:rsid w:val="002B6850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EF5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0EB"/>
    <w:rsid w:val="002D4160"/>
    <w:rsid w:val="002D421D"/>
    <w:rsid w:val="002D4333"/>
    <w:rsid w:val="002D4664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20"/>
    <w:rsid w:val="00307084"/>
    <w:rsid w:val="0030708C"/>
    <w:rsid w:val="00307482"/>
    <w:rsid w:val="00307624"/>
    <w:rsid w:val="00307636"/>
    <w:rsid w:val="00307B89"/>
    <w:rsid w:val="00307BF4"/>
    <w:rsid w:val="00307C37"/>
    <w:rsid w:val="00307DAB"/>
    <w:rsid w:val="00307E0E"/>
    <w:rsid w:val="00307EBC"/>
    <w:rsid w:val="00307FB0"/>
    <w:rsid w:val="00307FF9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BF"/>
    <w:rsid w:val="003145FB"/>
    <w:rsid w:val="0031474E"/>
    <w:rsid w:val="00314C9A"/>
    <w:rsid w:val="00314E29"/>
    <w:rsid w:val="00314FF8"/>
    <w:rsid w:val="00315047"/>
    <w:rsid w:val="0031519A"/>
    <w:rsid w:val="003151D6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86E"/>
    <w:rsid w:val="00322B18"/>
    <w:rsid w:val="00322B4F"/>
    <w:rsid w:val="00322F9C"/>
    <w:rsid w:val="00323075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76"/>
    <w:rsid w:val="0033223E"/>
    <w:rsid w:val="00332302"/>
    <w:rsid w:val="0033235F"/>
    <w:rsid w:val="003327C3"/>
    <w:rsid w:val="003328C6"/>
    <w:rsid w:val="003328F9"/>
    <w:rsid w:val="00332985"/>
    <w:rsid w:val="00332A6C"/>
    <w:rsid w:val="00332CD3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91"/>
    <w:rsid w:val="00336D0E"/>
    <w:rsid w:val="00336EE4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40097"/>
    <w:rsid w:val="00340127"/>
    <w:rsid w:val="003403E5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5E0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B8F"/>
    <w:rsid w:val="00343CC3"/>
    <w:rsid w:val="00343DB6"/>
    <w:rsid w:val="00344045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3A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2BBA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3AF"/>
    <w:rsid w:val="0038740A"/>
    <w:rsid w:val="0038754F"/>
    <w:rsid w:val="0038757D"/>
    <w:rsid w:val="00387602"/>
    <w:rsid w:val="00387614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B0C"/>
    <w:rsid w:val="00391C3C"/>
    <w:rsid w:val="00391D8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7FB"/>
    <w:rsid w:val="003A4816"/>
    <w:rsid w:val="003A4845"/>
    <w:rsid w:val="003A4853"/>
    <w:rsid w:val="003A4CD0"/>
    <w:rsid w:val="003A51E0"/>
    <w:rsid w:val="003A51EF"/>
    <w:rsid w:val="003A5536"/>
    <w:rsid w:val="003A577C"/>
    <w:rsid w:val="003A57AF"/>
    <w:rsid w:val="003A5978"/>
    <w:rsid w:val="003A599B"/>
    <w:rsid w:val="003A5C14"/>
    <w:rsid w:val="003A5C8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BFE"/>
    <w:rsid w:val="003B1EA9"/>
    <w:rsid w:val="003B2520"/>
    <w:rsid w:val="003B2545"/>
    <w:rsid w:val="003B27F0"/>
    <w:rsid w:val="003B29BE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9EC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EC"/>
    <w:rsid w:val="003F47B9"/>
    <w:rsid w:val="003F4D28"/>
    <w:rsid w:val="003F4F9B"/>
    <w:rsid w:val="003F512B"/>
    <w:rsid w:val="003F5182"/>
    <w:rsid w:val="003F521C"/>
    <w:rsid w:val="003F5514"/>
    <w:rsid w:val="003F56DA"/>
    <w:rsid w:val="003F578B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2C7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1EF4"/>
    <w:rsid w:val="004020E1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7F0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CD"/>
    <w:rsid w:val="004076D2"/>
    <w:rsid w:val="0040785C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54F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5A"/>
    <w:rsid w:val="00415376"/>
    <w:rsid w:val="00415784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5CD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620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857"/>
    <w:rsid w:val="004268D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7AC"/>
    <w:rsid w:val="0043297B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01B"/>
    <w:rsid w:val="004502DB"/>
    <w:rsid w:val="004505C1"/>
    <w:rsid w:val="004509B7"/>
    <w:rsid w:val="00450D02"/>
    <w:rsid w:val="00450D3A"/>
    <w:rsid w:val="00450D7C"/>
    <w:rsid w:val="00450F66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9"/>
    <w:rsid w:val="00454FB9"/>
    <w:rsid w:val="0045517B"/>
    <w:rsid w:val="00455353"/>
    <w:rsid w:val="00455457"/>
    <w:rsid w:val="004555CE"/>
    <w:rsid w:val="004556CB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15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F15"/>
    <w:rsid w:val="00470284"/>
    <w:rsid w:val="0047048B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623"/>
    <w:rsid w:val="00474798"/>
    <w:rsid w:val="004747AD"/>
    <w:rsid w:val="004747DE"/>
    <w:rsid w:val="004747F3"/>
    <w:rsid w:val="004748E4"/>
    <w:rsid w:val="00474DC2"/>
    <w:rsid w:val="00474E8E"/>
    <w:rsid w:val="00474FFA"/>
    <w:rsid w:val="004754BB"/>
    <w:rsid w:val="00475621"/>
    <w:rsid w:val="0047568D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725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78D"/>
    <w:rsid w:val="00490896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326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2FF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700"/>
    <w:rsid w:val="004D38D4"/>
    <w:rsid w:val="004D3A21"/>
    <w:rsid w:val="004D3A8F"/>
    <w:rsid w:val="004D3ECD"/>
    <w:rsid w:val="004D40D7"/>
    <w:rsid w:val="004D4229"/>
    <w:rsid w:val="004D43F2"/>
    <w:rsid w:val="004D4521"/>
    <w:rsid w:val="004D4645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C8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0ED"/>
    <w:rsid w:val="004E4117"/>
    <w:rsid w:val="004E4374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617"/>
    <w:rsid w:val="004F563D"/>
    <w:rsid w:val="004F5675"/>
    <w:rsid w:val="004F5766"/>
    <w:rsid w:val="004F57F6"/>
    <w:rsid w:val="004F5F1A"/>
    <w:rsid w:val="004F60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3D9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B29"/>
    <w:rsid w:val="00523B86"/>
    <w:rsid w:val="00523C78"/>
    <w:rsid w:val="00523C83"/>
    <w:rsid w:val="00523D6A"/>
    <w:rsid w:val="00523E47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033"/>
    <w:rsid w:val="00530258"/>
    <w:rsid w:val="00530294"/>
    <w:rsid w:val="0053029F"/>
    <w:rsid w:val="005303C5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66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EC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EC6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67"/>
    <w:rsid w:val="005A017A"/>
    <w:rsid w:val="005A01B7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012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4E42"/>
    <w:rsid w:val="005C50A7"/>
    <w:rsid w:val="005C5457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ADB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4CF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27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71B"/>
    <w:rsid w:val="005F2899"/>
    <w:rsid w:val="005F2A2D"/>
    <w:rsid w:val="005F2A98"/>
    <w:rsid w:val="005F2AC1"/>
    <w:rsid w:val="005F2BE4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6FA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573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FFC"/>
    <w:rsid w:val="00613055"/>
    <w:rsid w:val="0061305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C82"/>
    <w:rsid w:val="00621D80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225"/>
    <w:rsid w:val="006306CC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5F9"/>
    <w:rsid w:val="006336AF"/>
    <w:rsid w:val="00633A8A"/>
    <w:rsid w:val="00633AB8"/>
    <w:rsid w:val="00633AD8"/>
    <w:rsid w:val="00633AE7"/>
    <w:rsid w:val="00633BBC"/>
    <w:rsid w:val="00633F3F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CE4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54F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F4"/>
    <w:rsid w:val="00650418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63A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1F8"/>
    <w:rsid w:val="00656216"/>
    <w:rsid w:val="0065637B"/>
    <w:rsid w:val="00656458"/>
    <w:rsid w:val="00656604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943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05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5ECE"/>
    <w:rsid w:val="006761DC"/>
    <w:rsid w:val="006763EC"/>
    <w:rsid w:val="0067667D"/>
    <w:rsid w:val="00676AE2"/>
    <w:rsid w:val="00676AE8"/>
    <w:rsid w:val="00676DE4"/>
    <w:rsid w:val="0067708A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F6B"/>
    <w:rsid w:val="006A2F82"/>
    <w:rsid w:val="006A30F8"/>
    <w:rsid w:val="006A342B"/>
    <w:rsid w:val="006A382E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9F7"/>
    <w:rsid w:val="006A4D93"/>
    <w:rsid w:val="006A4DAC"/>
    <w:rsid w:val="006A4E88"/>
    <w:rsid w:val="006A4F3C"/>
    <w:rsid w:val="006A4FE2"/>
    <w:rsid w:val="006A51A2"/>
    <w:rsid w:val="006A5292"/>
    <w:rsid w:val="006A561D"/>
    <w:rsid w:val="006A5650"/>
    <w:rsid w:val="006A578B"/>
    <w:rsid w:val="006A5801"/>
    <w:rsid w:val="006A5824"/>
    <w:rsid w:val="006A5ABE"/>
    <w:rsid w:val="006A5B12"/>
    <w:rsid w:val="006A5BDE"/>
    <w:rsid w:val="006A5D5B"/>
    <w:rsid w:val="006A5E71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6F1"/>
    <w:rsid w:val="006B3777"/>
    <w:rsid w:val="006B383C"/>
    <w:rsid w:val="006B3872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E33"/>
    <w:rsid w:val="006B50B9"/>
    <w:rsid w:val="006B50ED"/>
    <w:rsid w:val="006B51CB"/>
    <w:rsid w:val="006B52C2"/>
    <w:rsid w:val="006B5425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B8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994"/>
    <w:rsid w:val="006E7F69"/>
    <w:rsid w:val="006E7FA5"/>
    <w:rsid w:val="006F0098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3BD"/>
    <w:rsid w:val="007164BD"/>
    <w:rsid w:val="007166CC"/>
    <w:rsid w:val="007167B2"/>
    <w:rsid w:val="00716821"/>
    <w:rsid w:val="007169AD"/>
    <w:rsid w:val="00716BC6"/>
    <w:rsid w:val="00716C41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BC0"/>
    <w:rsid w:val="00727C1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3C1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1B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437"/>
    <w:rsid w:val="00753806"/>
    <w:rsid w:val="00753843"/>
    <w:rsid w:val="00753846"/>
    <w:rsid w:val="00753AA4"/>
    <w:rsid w:val="00753ACA"/>
    <w:rsid w:val="00753F22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41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9C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1E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C2B"/>
    <w:rsid w:val="00794D20"/>
    <w:rsid w:val="00794EAF"/>
    <w:rsid w:val="00794F19"/>
    <w:rsid w:val="007950EB"/>
    <w:rsid w:val="0079525B"/>
    <w:rsid w:val="0079531C"/>
    <w:rsid w:val="0079569B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76E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70C1"/>
    <w:rsid w:val="007A723E"/>
    <w:rsid w:val="007A72F7"/>
    <w:rsid w:val="007A7302"/>
    <w:rsid w:val="007A7419"/>
    <w:rsid w:val="007A7689"/>
    <w:rsid w:val="007A7824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CE6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968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A3B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6C0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103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0F"/>
    <w:rsid w:val="00811930"/>
    <w:rsid w:val="008119E4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B53"/>
    <w:rsid w:val="00824225"/>
    <w:rsid w:val="00824457"/>
    <w:rsid w:val="008244BF"/>
    <w:rsid w:val="008246AE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B"/>
    <w:rsid w:val="00825989"/>
    <w:rsid w:val="008259A5"/>
    <w:rsid w:val="008259D7"/>
    <w:rsid w:val="008259E5"/>
    <w:rsid w:val="00825A1A"/>
    <w:rsid w:val="00825A27"/>
    <w:rsid w:val="00825D1B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65"/>
    <w:rsid w:val="00845574"/>
    <w:rsid w:val="00845645"/>
    <w:rsid w:val="00845838"/>
    <w:rsid w:val="00845B04"/>
    <w:rsid w:val="00845BE9"/>
    <w:rsid w:val="00845C54"/>
    <w:rsid w:val="00845DD9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AC2"/>
    <w:rsid w:val="00855AE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3380"/>
    <w:rsid w:val="008633D1"/>
    <w:rsid w:val="008635DB"/>
    <w:rsid w:val="0086360A"/>
    <w:rsid w:val="008637E3"/>
    <w:rsid w:val="00863D03"/>
    <w:rsid w:val="00863E87"/>
    <w:rsid w:val="00863E92"/>
    <w:rsid w:val="00863EDA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2CB"/>
    <w:rsid w:val="008713D8"/>
    <w:rsid w:val="00871466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B19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4A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BB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DA7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6D2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87"/>
    <w:rsid w:val="008F18D0"/>
    <w:rsid w:val="008F1A76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B96"/>
    <w:rsid w:val="00915E65"/>
    <w:rsid w:val="00916221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454B"/>
    <w:rsid w:val="009245A3"/>
    <w:rsid w:val="00924905"/>
    <w:rsid w:val="009249E5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588"/>
    <w:rsid w:val="00940684"/>
    <w:rsid w:val="0094088E"/>
    <w:rsid w:val="00940F81"/>
    <w:rsid w:val="009410BE"/>
    <w:rsid w:val="00941182"/>
    <w:rsid w:val="0094121F"/>
    <w:rsid w:val="009412FD"/>
    <w:rsid w:val="00941462"/>
    <w:rsid w:val="009417F1"/>
    <w:rsid w:val="0094187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E9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C72"/>
    <w:rsid w:val="00956D1C"/>
    <w:rsid w:val="00956DF5"/>
    <w:rsid w:val="00956EF9"/>
    <w:rsid w:val="00957148"/>
    <w:rsid w:val="00957201"/>
    <w:rsid w:val="0095759C"/>
    <w:rsid w:val="00957A84"/>
    <w:rsid w:val="00957B09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A7F"/>
    <w:rsid w:val="00970B8F"/>
    <w:rsid w:val="00970BCB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B4C"/>
    <w:rsid w:val="00993C51"/>
    <w:rsid w:val="00994048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E9"/>
    <w:rsid w:val="009A7D74"/>
    <w:rsid w:val="009A7E6C"/>
    <w:rsid w:val="009B000C"/>
    <w:rsid w:val="009B00C4"/>
    <w:rsid w:val="009B0468"/>
    <w:rsid w:val="009B064E"/>
    <w:rsid w:val="009B0686"/>
    <w:rsid w:val="009B09FA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EDB"/>
    <w:rsid w:val="009B1FB8"/>
    <w:rsid w:val="009B20B8"/>
    <w:rsid w:val="009B2163"/>
    <w:rsid w:val="009B218E"/>
    <w:rsid w:val="009B24BD"/>
    <w:rsid w:val="009B26B8"/>
    <w:rsid w:val="009B289B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051"/>
    <w:rsid w:val="009B4138"/>
    <w:rsid w:val="009B4623"/>
    <w:rsid w:val="009B46F0"/>
    <w:rsid w:val="009B4976"/>
    <w:rsid w:val="009B4A4A"/>
    <w:rsid w:val="009B4AF4"/>
    <w:rsid w:val="009B503D"/>
    <w:rsid w:val="009B516C"/>
    <w:rsid w:val="009B525F"/>
    <w:rsid w:val="009B567E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B7EAA"/>
    <w:rsid w:val="009C00C4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A85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2C4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59D"/>
    <w:rsid w:val="009D066C"/>
    <w:rsid w:val="009D06DD"/>
    <w:rsid w:val="009D0AD8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F9"/>
    <w:rsid w:val="009F2D6B"/>
    <w:rsid w:val="009F324E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4033"/>
    <w:rsid w:val="009F40BD"/>
    <w:rsid w:val="009F41FD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3CC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A1A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038"/>
    <w:rsid w:val="00A073B5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A2A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CF4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83"/>
    <w:rsid w:val="00A451E9"/>
    <w:rsid w:val="00A4527A"/>
    <w:rsid w:val="00A45780"/>
    <w:rsid w:val="00A45A4B"/>
    <w:rsid w:val="00A45A82"/>
    <w:rsid w:val="00A45B3B"/>
    <w:rsid w:val="00A45C15"/>
    <w:rsid w:val="00A45CDC"/>
    <w:rsid w:val="00A45ED4"/>
    <w:rsid w:val="00A45EE5"/>
    <w:rsid w:val="00A45FC2"/>
    <w:rsid w:val="00A460EE"/>
    <w:rsid w:val="00A4633F"/>
    <w:rsid w:val="00A463DC"/>
    <w:rsid w:val="00A46440"/>
    <w:rsid w:val="00A4644C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58C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17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A6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AE2"/>
    <w:rsid w:val="00A72D0A"/>
    <w:rsid w:val="00A72D8B"/>
    <w:rsid w:val="00A731C8"/>
    <w:rsid w:val="00A732A9"/>
    <w:rsid w:val="00A733EB"/>
    <w:rsid w:val="00A7344C"/>
    <w:rsid w:val="00A73546"/>
    <w:rsid w:val="00A73A1E"/>
    <w:rsid w:val="00A73B99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6BB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CCD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16F"/>
    <w:rsid w:val="00AC023C"/>
    <w:rsid w:val="00AC0404"/>
    <w:rsid w:val="00AC08D0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089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B3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5C3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9C4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978"/>
    <w:rsid w:val="00AF3B8D"/>
    <w:rsid w:val="00AF3CFB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4F1"/>
    <w:rsid w:val="00AF6582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0F9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A97"/>
    <w:rsid w:val="00B05BDE"/>
    <w:rsid w:val="00B05BE3"/>
    <w:rsid w:val="00B05CEC"/>
    <w:rsid w:val="00B05D84"/>
    <w:rsid w:val="00B05E92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810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3DB5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CF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A1D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3A4"/>
    <w:rsid w:val="00B5397C"/>
    <w:rsid w:val="00B53BE7"/>
    <w:rsid w:val="00B53E81"/>
    <w:rsid w:val="00B53EDC"/>
    <w:rsid w:val="00B53FED"/>
    <w:rsid w:val="00B54061"/>
    <w:rsid w:val="00B54417"/>
    <w:rsid w:val="00B544A2"/>
    <w:rsid w:val="00B5471F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D9B"/>
    <w:rsid w:val="00B57F20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A68"/>
    <w:rsid w:val="00B62CD5"/>
    <w:rsid w:val="00B62DB1"/>
    <w:rsid w:val="00B62ECB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3EC3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75F"/>
    <w:rsid w:val="00B928E3"/>
    <w:rsid w:val="00B92970"/>
    <w:rsid w:val="00B9299B"/>
    <w:rsid w:val="00B92C5B"/>
    <w:rsid w:val="00B92CF3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79D"/>
    <w:rsid w:val="00BA1CC2"/>
    <w:rsid w:val="00BA1D6F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3E3E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D7"/>
    <w:rsid w:val="00BA6B19"/>
    <w:rsid w:val="00BA6B34"/>
    <w:rsid w:val="00BA6C5F"/>
    <w:rsid w:val="00BA6E43"/>
    <w:rsid w:val="00BA6E91"/>
    <w:rsid w:val="00BA71E8"/>
    <w:rsid w:val="00BA78C7"/>
    <w:rsid w:val="00BA792F"/>
    <w:rsid w:val="00BA7A8A"/>
    <w:rsid w:val="00BA7B39"/>
    <w:rsid w:val="00BA7B9E"/>
    <w:rsid w:val="00BA7C28"/>
    <w:rsid w:val="00BA7CD0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A16"/>
    <w:rsid w:val="00BD1D33"/>
    <w:rsid w:val="00BD1DB0"/>
    <w:rsid w:val="00BD1E26"/>
    <w:rsid w:val="00BD22EA"/>
    <w:rsid w:val="00BD240A"/>
    <w:rsid w:val="00BD2AD7"/>
    <w:rsid w:val="00BD2AEF"/>
    <w:rsid w:val="00BD2B89"/>
    <w:rsid w:val="00BD2CF9"/>
    <w:rsid w:val="00BD2EB6"/>
    <w:rsid w:val="00BD2F4E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08F"/>
    <w:rsid w:val="00BE554A"/>
    <w:rsid w:val="00BE558C"/>
    <w:rsid w:val="00BE574D"/>
    <w:rsid w:val="00BE5873"/>
    <w:rsid w:val="00BE5BEA"/>
    <w:rsid w:val="00BE5FC9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05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4DB"/>
    <w:rsid w:val="00BF3948"/>
    <w:rsid w:val="00BF39D4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272"/>
    <w:rsid w:val="00C0029B"/>
    <w:rsid w:val="00C00338"/>
    <w:rsid w:val="00C0091F"/>
    <w:rsid w:val="00C0097C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BB5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A"/>
    <w:rsid w:val="00C2017F"/>
    <w:rsid w:val="00C20429"/>
    <w:rsid w:val="00C2061D"/>
    <w:rsid w:val="00C206E5"/>
    <w:rsid w:val="00C20C02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DC4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CAB"/>
    <w:rsid w:val="00C50D44"/>
    <w:rsid w:val="00C51540"/>
    <w:rsid w:val="00C51667"/>
    <w:rsid w:val="00C518AF"/>
    <w:rsid w:val="00C518D2"/>
    <w:rsid w:val="00C51A7F"/>
    <w:rsid w:val="00C51ADE"/>
    <w:rsid w:val="00C520EF"/>
    <w:rsid w:val="00C52258"/>
    <w:rsid w:val="00C52428"/>
    <w:rsid w:val="00C52741"/>
    <w:rsid w:val="00C52890"/>
    <w:rsid w:val="00C53011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0C8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30A"/>
    <w:rsid w:val="00C7255F"/>
    <w:rsid w:val="00C726E9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491"/>
    <w:rsid w:val="00C744C9"/>
    <w:rsid w:val="00C744D9"/>
    <w:rsid w:val="00C7454C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40D"/>
    <w:rsid w:val="00C8547A"/>
    <w:rsid w:val="00C85484"/>
    <w:rsid w:val="00C8570B"/>
    <w:rsid w:val="00C859D3"/>
    <w:rsid w:val="00C85A53"/>
    <w:rsid w:val="00C85C27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788"/>
    <w:rsid w:val="00C868E5"/>
    <w:rsid w:val="00C869DF"/>
    <w:rsid w:val="00C86B7C"/>
    <w:rsid w:val="00C86E38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C0A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7B7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61C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A7E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D74"/>
    <w:rsid w:val="00CD2EFB"/>
    <w:rsid w:val="00CD359E"/>
    <w:rsid w:val="00CD35EA"/>
    <w:rsid w:val="00CD39A4"/>
    <w:rsid w:val="00CD3B38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D0"/>
    <w:rsid w:val="00CE30E7"/>
    <w:rsid w:val="00CE32B6"/>
    <w:rsid w:val="00CE361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6C4"/>
    <w:rsid w:val="00D107DA"/>
    <w:rsid w:val="00D109BB"/>
    <w:rsid w:val="00D10B05"/>
    <w:rsid w:val="00D10DC6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455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90"/>
    <w:rsid w:val="00D30D4A"/>
    <w:rsid w:val="00D310B6"/>
    <w:rsid w:val="00D3158D"/>
    <w:rsid w:val="00D3168F"/>
    <w:rsid w:val="00D317C5"/>
    <w:rsid w:val="00D31800"/>
    <w:rsid w:val="00D31AF6"/>
    <w:rsid w:val="00D31B75"/>
    <w:rsid w:val="00D31C27"/>
    <w:rsid w:val="00D31C8D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D74"/>
    <w:rsid w:val="00D32EA2"/>
    <w:rsid w:val="00D32FA0"/>
    <w:rsid w:val="00D331D5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6F3C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176"/>
    <w:rsid w:val="00D522E1"/>
    <w:rsid w:val="00D523D7"/>
    <w:rsid w:val="00D52815"/>
    <w:rsid w:val="00D52C8A"/>
    <w:rsid w:val="00D52E0E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A68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AD4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25C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B12"/>
    <w:rsid w:val="00D71BBF"/>
    <w:rsid w:val="00D71D22"/>
    <w:rsid w:val="00D71D7E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C49"/>
    <w:rsid w:val="00D8200F"/>
    <w:rsid w:val="00D82103"/>
    <w:rsid w:val="00D82285"/>
    <w:rsid w:val="00D82306"/>
    <w:rsid w:val="00D823BE"/>
    <w:rsid w:val="00D827BB"/>
    <w:rsid w:val="00D82B60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8A6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E2"/>
    <w:rsid w:val="00DD7AF6"/>
    <w:rsid w:val="00DD7B88"/>
    <w:rsid w:val="00DD7EB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4060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0EC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F0"/>
    <w:rsid w:val="00DF41C1"/>
    <w:rsid w:val="00DF41D9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2D3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74B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9D"/>
    <w:rsid w:val="00E43DF3"/>
    <w:rsid w:val="00E43E33"/>
    <w:rsid w:val="00E43E62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0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C51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5FA"/>
    <w:rsid w:val="00E94A42"/>
    <w:rsid w:val="00E94ADF"/>
    <w:rsid w:val="00E94B08"/>
    <w:rsid w:val="00E94B0F"/>
    <w:rsid w:val="00E94B29"/>
    <w:rsid w:val="00E94B5B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917"/>
    <w:rsid w:val="00EA0A7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69F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6B1"/>
    <w:rsid w:val="00ED4EE4"/>
    <w:rsid w:val="00ED4F77"/>
    <w:rsid w:val="00ED51B2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EEE"/>
    <w:rsid w:val="00EE0016"/>
    <w:rsid w:val="00EE036D"/>
    <w:rsid w:val="00EE0457"/>
    <w:rsid w:val="00EE0619"/>
    <w:rsid w:val="00EE096A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1E8D"/>
    <w:rsid w:val="00EE1EE5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7A5"/>
    <w:rsid w:val="00EE384B"/>
    <w:rsid w:val="00EE3937"/>
    <w:rsid w:val="00EE3D84"/>
    <w:rsid w:val="00EE3E71"/>
    <w:rsid w:val="00EE4088"/>
    <w:rsid w:val="00EE4213"/>
    <w:rsid w:val="00EE4432"/>
    <w:rsid w:val="00EE445D"/>
    <w:rsid w:val="00EE476C"/>
    <w:rsid w:val="00EE4848"/>
    <w:rsid w:val="00EE4B4B"/>
    <w:rsid w:val="00EE4B5F"/>
    <w:rsid w:val="00EE4F7B"/>
    <w:rsid w:val="00EE4FF6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5F4"/>
    <w:rsid w:val="00F2087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D0D"/>
    <w:rsid w:val="00F42EF0"/>
    <w:rsid w:val="00F4327F"/>
    <w:rsid w:val="00F4339D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4FC3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5D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526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5A0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82"/>
    <w:rsid w:val="00F72B68"/>
    <w:rsid w:val="00F72E11"/>
    <w:rsid w:val="00F72EAD"/>
    <w:rsid w:val="00F72F32"/>
    <w:rsid w:val="00F73277"/>
    <w:rsid w:val="00F7336F"/>
    <w:rsid w:val="00F734AB"/>
    <w:rsid w:val="00F7354A"/>
    <w:rsid w:val="00F73688"/>
    <w:rsid w:val="00F7380C"/>
    <w:rsid w:val="00F73847"/>
    <w:rsid w:val="00F7396A"/>
    <w:rsid w:val="00F73BB0"/>
    <w:rsid w:val="00F73BB2"/>
    <w:rsid w:val="00F73DE2"/>
    <w:rsid w:val="00F73E8A"/>
    <w:rsid w:val="00F74672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9ED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D22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C42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3D32"/>
    <w:rsid w:val="00FA428B"/>
    <w:rsid w:val="00FA42CC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B00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3FF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5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2AD"/>
    <w:rsid w:val="00FE752B"/>
    <w:rsid w:val="00FE75F8"/>
    <w:rsid w:val="00FE779D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8E701-FD41-484D-B0C7-762C8F20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220</TotalTime>
  <Pages>12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117</cp:revision>
  <cp:lastPrinted>2021-10-13T11:10:00Z</cp:lastPrinted>
  <dcterms:created xsi:type="dcterms:W3CDTF">2021-06-21T11:55:00Z</dcterms:created>
  <dcterms:modified xsi:type="dcterms:W3CDTF">2023-10-18T08:49:00Z</dcterms:modified>
</cp:coreProperties>
</file>